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060" w:rsidRPr="007B6630" w:rsidRDefault="007D2060" w:rsidP="007B6630">
      <w:pPr>
        <w:jc w:val="center"/>
        <w:rPr>
          <w:rFonts w:ascii="Times New Roman" w:hAnsi="Times New Roman"/>
          <w:b/>
          <w:sz w:val="24"/>
          <w:szCs w:val="24"/>
        </w:rPr>
      </w:pPr>
      <w:r w:rsidRPr="007B6630">
        <w:rPr>
          <w:rFonts w:ascii="Times New Roman" w:hAnsi="Times New Roman"/>
          <w:b/>
          <w:sz w:val="24"/>
          <w:szCs w:val="24"/>
        </w:rPr>
        <w:t xml:space="preserve">Сведения об исполнении бюджета муниципального образования по расходам в разрезе муниципальных программ в сравнении с запланированными значениями на соответствующий период (финансовый год) и в сравнении с соответствующим периодом прошлого года (по </w:t>
      </w:r>
      <w:r>
        <w:rPr>
          <w:rFonts w:ascii="Times New Roman" w:hAnsi="Times New Roman"/>
          <w:b/>
          <w:sz w:val="24"/>
          <w:szCs w:val="24"/>
        </w:rPr>
        <w:t>состоянию на 01.10</w:t>
      </w:r>
      <w:r w:rsidRPr="007B6630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2</w:t>
      </w:r>
      <w:r w:rsidRPr="007B6630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14184" w:type="dxa"/>
        <w:jc w:val="center"/>
        <w:tblLayout w:type="fixed"/>
        <w:tblLook w:val="00A0"/>
      </w:tblPr>
      <w:tblGrid>
        <w:gridCol w:w="7225"/>
        <w:gridCol w:w="1559"/>
        <w:gridCol w:w="1559"/>
        <w:gridCol w:w="1134"/>
        <w:gridCol w:w="1573"/>
        <w:gridCol w:w="1134"/>
      </w:tblGrid>
      <w:tr w:rsidR="007D2060" w:rsidRPr="00B51116" w:rsidTr="00D61497">
        <w:trPr>
          <w:trHeight w:val="1200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Утвержденные бюджетные назначения на </w:t>
            </w:r>
            <w:r w:rsidRPr="00D373F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  <w:r w:rsidRPr="00D373F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год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3563CC" w:rsidRDefault="007D2060" w:rsidP="007424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63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Фактически исполнено по состоянию на </w:t>
            </w:r>
            <w:r w:rsidRPr="003563C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01.10.2022</w:t>
            </w:r>
            <w:r w:rsidRPr="003563CC">
              <w:rPr>
                <w:rFonts w:ascii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3563CC" w:rsidRDefault="007D2060" w:rsidP="00D373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 выполнения плана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0D48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Фактически исполнено по состоянию на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01.10</w:t>
            </w:r>
            <w:r w:rsidRPr="00D373F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.2021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Темп роста к соответствующему периоду </w:t>
            </w:r>
            <w:r w:rsidRPr="00D373F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1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года, %</w:t>
            </w:r>
          </w:p>
        </w:tc>
      </w:tr>
      <w:tr w:rsidR="007D2060" w:rsidRPr="00B51116" w:rsidTr="00D61497">
        <w:trPr>
          <w:trHeight w:val="403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Здравоохранение»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254,00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186,77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73,53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223,20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83,68</w:t>
            </w:r>
          </w:p>
        </w:tc>
      </w:tr>
      <w:tr w:rsidR="007D2060" w:rsidRPr="00B51116" w:rsidTr="00D61497">
        <w:trPr>
          <w:trHeight w:val="282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«Культура»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147 399,14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712,51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65,62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86 824,16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105,63</w:t>
            </w:r>
          </w:p>
        </w:tc>
      </w:tr>
      <w:tr w:rsidR="007D2060" w:rsidRPr="00B51116" w:rsidTr="00D61497">
        <w:trPr>
          <w:trHeight w:val="272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«Образование»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786 073,43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022,46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59,88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394 387,62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131,35</w:t>
            </w:r>
          </w:p>
        </w:tc>
      </w:tr>
      <w:tr w:rsidR="007D2060" w:rsidRPr="00B51116" w:rsidTr="00D61497">
        <w:trPr>
          <w:trHeight w:val="276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477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защита населения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47 034,90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806,47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68,03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34 150,06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75,57</w:t>
            </w:r>
          </w:p>
        </w:tc>
      </w:tr>
      <w:tr w:rsidR="007D2060" w:rsidRPr="00B51116" w:rsidTr="00D61497">
        <w:trPr>
          <w:trHeight w:val="266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Спорт»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118 946,84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787,04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56,66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66 314,98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102,22</w:t>
            </w:r>
          </w:p>
        </w:tc>
      </w:tr>
      <w:tr w:rsidR="007D2060" w:rsidRPr="00B51116" w:rsidTr="00D61497">
        <w:trPr>
          <w:trHeight w:val="300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сельского хозяйства»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66 468,47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317,74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44,10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2 375,08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1234,39</w:t>
            </w:r>
          </w:p>
        </w:tc>
      </w:tr>
      <w:tr w:rsidR="007D2060" w:rsidRPr="00B51116" w:rsidTr="00D61497">
        <w:trPr>
          <w:trHeight w:val="374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«Экология и окружающая среда»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20 357,60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202,62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25,56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6 105,35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85,21</w:t>
            </w:r>
          </w:p>
        </w:tc>
      </w:tr>
      <w:tr w:rsidR="007D2060" w:rsidRPr="00B51116" w:rsidTr="00D61497">
        <w:trPr>
          <w:trHeight w:val="421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Безопасность и обеспечение безопасности жизнедеятельности населения»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43 789,62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964,33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61,72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19 769,76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136,39</w:t>
            </w:r>
          </w:p>
        </w:tc>
      </w:tr>
      <w:tr w:rsidR="007D2060" w:rsidRPr="00B51116" w:rsidTr="00D61497">
        <w:trPr>
          <w:trHeight w:val="300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«Жилище»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9 212,00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375,71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96,96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3 961,05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261,94</w:t>
            </w:r>
          </w:p>
        </w:tc>
      </w:tr>
      <w:tr w:rsidR="007D2060" w:rsidRPr="00B51116" w:rsidTr="00D61497">
        <w:trPr>
          <w:trHeight w:val="600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инженерной инфра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структуры и энергоэффективности»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347 210,86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812,45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32,68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77 189,39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148,74</w:t>
            </w:r>
          </w:p>
        </w:tc>
      </w:tr>
      <w:tr w:rsidR="007D2060" w:rsidRPr="00B51116" w:rsidTr="00D61497">
        <w:trPr>
          <w:trHeight w:val="300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«Предпринимательство»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7D2060" w:rsidRPr="00B51116" w:rsidTr="00D61497">
        <w:trPr>
          <w:trHeight w:val="600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имущес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твом и муниципальными финансами»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271 280,87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187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983,64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66,78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188 758,11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99,59</w:t>
            </w:r>
          </w:p>
        </w:tc>
      </w:tr>
      <w:tr w:rsidR="007D2060" w:rsidRPr="00B51116" w:rsidTr="00D61497">
        <w:trPr>
          <w:trHeight w:val="987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институтов гражданского общества, повышение эффективности местного самоуправления и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реализации молодежной политики»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14 936,04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576,14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56,70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6 741,89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142,04</w:t>
            </w:r>
          </w:p>
        </w:tc>
      </w:tr>
      <w:tr w:rsidR="007D2060" w:rsidRPr="00B51116" w:rsidTr="00D61497">
        <w:trPr>
          <w:trHeight w:val="600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функционирование дорожно-транспортного комплекса»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165 004,70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497,35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70,05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80 501,67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143,47</w:t>
            </w:r>
          </w:p>
        </w:tc>
      </w:tr>
      <w:tr w:rsidR="007D2060" w:rsidRPr="00B51116" w:rsidTr="00D61497">
        <w:trPr>
          <w:trHeight w:val="600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Циф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ровое муниципальное образование»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54 262,30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327,19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55,91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31 070,56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97,61</w:t>
            </w:r>
          </w:p>
        </w:tc>
      </w:tr>
      <w:tr w:rsidR="007D2060" w:rsidRPr="00B51116" w:rsidTr="00D61497">
        <w:trPr>
          <w:trHeight w:val="337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рхитектура и градостроительство»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12 994,00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930,73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22,55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3 002,92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97,60</w:t>
            </w:r>
          </w:p>
        </w:tc>
      </w:tr>
      <w:tr w:rsidR="007D2060" w:rsidRPr="00B51116" w:rsidTr="00D61497">
        <w:trPr>
          <w:trHeight w:val="600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совреме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нной комфортной городской среды»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438 584,70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266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124,66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61,81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136 972,15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194,29</w:t>
            </w:r>
          </w:p>
        </w:tc>
      </w:tr>
      <w:tr w:rsidR="007D2060" w:rsidRPr="00B51116" w:rsidTr="00D61497">
        <w:trPr>
          <w:trHeight w:val="600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060" w:rsidRPr="007B6630" w:rsidRDefault="007D2060" w:rsidP="007B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0F724F" w:rsidRDefault="007D2060" w:rsidP="00C83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24F">
              <w:rPr>
                <w:rFonts w:ascii="Times New Roman" w:hAnsi="Times New Roman"/>
                <w:sz w:val="24"/>
                <w:szCs w:val="24"/>
                <w:lang w:eastAsia="ru-RU"/>
              </w:rPr>
              <w:t>10 961,00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961,37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1B15ED" w:rsidRDefault="007D2060" w:rsidP="00013DC8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B15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0E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7D2060" w:rsidRPr="00B51116" w:rsidTr="00D61497">
        <w:trPr>
          <w:trHeight w:val="393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D373FE" w:rsidRDefault="007D2060" w:rsidP="00D373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по муниципальным программам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2A08D0" w:rsidRDefault="007D2060" w:rsidP="002A08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563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589,18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63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55,035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2060" w:rsidRPr="003563CC" w:rsidRDefault="007D2060" w:rsidP="00D614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63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563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563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347,95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60" w:rsidRPr="008B20E1" w:rsidRDefault="007D206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0" w:name="RANGE!G23"/>
            <w:bookmarkStart w:id="1" w:name="_GoBack"/>
            <w:bookmarkEnd w:id="0"/>
            <w:bookmarkEnd w:id="1"/>
            <w:r w:rsidRPr="008B20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132,52</w:t>
            </w:r>
          </w:p>
        </w:tc>
      </w:tr>
    </w:tbl>
    <w:p w:rsidR="007D2060" w:rsidRPr="007B6630" w:rsidRDefault="007D2060">
      <w:pPr>
        <w:rPr>
          <w:rFonts w:ascii="Times New Roman" w:hAnsi="Times New Roman"/>
          <w:sz w:val="24"/>
          <w:szCs w:val="24"/>
        </w:rPr>
      </w:pPr>
    </w:p>
    <w:sectPr w:rsidR="007D2060" w:rsidRPr="007B6630" w:rsidSect="00D373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262"/>
    <w:rsid w:val="00013DC8"/>
    <w:rsid w:val="00065F56"/>
    <w:rsid w:val="000D4801"/>
    <w:rsid w:val="000F724F"/>
    <w:rsid w:val="00183901"/>
    <w:rsid w:val="001B15ED"/>
    <w:rsid w:val="00292C18"/>
    <w:rsid w:val="002A08D0"/>
    <w:rsid w:val="002B7262"/>
    <w:rsid w:val="002D4972"/>
    <w:rsid w:val="002D62A5"/>
    <w:rsid w:val="00301BF6"/>
    <w:rsid w:val="003563CC"/>
    <w:rsid w:val="003634D9"/>
    <w:rsid w:val="00370645"/>
    <w:rsid w:val="00464FAD"/>
    <w:rsid w:val="004775FE"/>
    <w:rsid w:val="00514D2C"/>
    <w:rsid w:val="006432CD"/>
    <w:rsid w:val="006462FD"/>
    <w:rsid w:val="00647927"/>
    <w:rsid w:val="006E6D58"/>
    <w:rsid w:val="00740B84"/>
    <w:rsid w:val="0074249C"/>
    <w:rsid w:val="007B1C11"/>
    <w:rsid w:val="007B6630"/>
    <w:rsid w:val="007D15AE"/>
    <w:rsid w:val="007D2060"/>
    <w:rsid w:val="008B20E1"/>
    <w:rsid w:val="00967946"/>
    <w:rsid w:val="009A350A"/>
    <w:rsid w:val="009D0DBE"/>
    <w:rsid w:val="00AF2494"/>
    <w:rsid w:val="00B51116"/>
    <w:rsid w:val="00C8380E"/>
    <w:rsid w:val="00D373FE"/>
    <w:rsid w:val="00D6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D2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563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123</TotalTime>
  <Pages>2</Pages>
  <Words>379</Words>
  <Characters>2162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Нина</cp:lastModifiedBy>
  <cp:revision>18</cp:revision>
  <cp:lastPrinted>2022-10-03T08:03:00Z</cp:lastPrinted>
  <dcterms:created xsi:type="dcterms:W3CDTF">2021-09-27T06:10:00Z</dcterms:created>
  <dcterms:modified xsi:type="dcterms:W3CDTF">2022-10-03T11:25:00Z</dcterms:modified>
</cp:coreProperties>
</file>